
<file path=[Content_Types].xml><?xml version="1.0" encoding="utf-8"?>
<Types xmlns="http://schemas.openxmlformats.org/package/2006/content-types">
  <Default ContentType="application/vnd.openxmlformats-officedocument.oleObject" Extension="bin"/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785"/>
        <w:gridCol w:w="4678"/>
      </w:tblGrid>
      <w:tr w:rsidR="003B15FB" w14:paraId="54B15B3A" w14:textId="77777777">
        <w:trPr>
          <w:cantSplit/>
        </w:trPr>
        <w:tc>
          <w:tcPr>
            <w:tcW w:w="9463" w:type="dxa"/>
            <w:gridSpan w:val="2"/>
          </w:tcPr>
          <w:p w14:paraId="54B15B38" w14:textId="77777777" w:rsidR="003B15FB" w:rsidRDefault="003B15FB">
            <w:pPr>
              <w:jc w:val="center"/>
              <w:rPr>
                <w:rFonts w:ascii="TimesLT" w:hAnsi="TimesLT"/>
              </w:rPr>
            </w:pPr>
            <w:r>
              <w:rPr>
                <w:rFonts w:ascii="TimesLT" w:hAnsi="TimesLT"/>
              </w:rPr>
              <w:object w:dxaOrig="4724" w:dyaOrig="5535" w14:anchorId="54B15B6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.5pt;height:54pt" o:ole="" fillcolor="window">
                  <v:imagedata r:id="rId7" o:title=""/>
                </v:shape>
                <o:OLEObject Type="Embed" ProgID="PBrush" ShapeID="_x0000_i1025" DrawAspect="Content" ObjectID="_1718794274" r:id="rId8"/>
              </w:object>
            </w:r>
          </w:p>
          <w:p w14:paraId="54B15B39" w14:textId="77777777" w:rsidR="00424E5F" w:rsidRPr="00A26DA1" w:rsidRDefault="00424E5F">
            <w:pPr>
              <w:jc w:val="center"/>
              <w:rPr>
                <w:sz w:val="18"/>
                <w:szCs w:val="18"/>
              </w:rPr>
            </w:pPr>
          </w:p>
        </w:tc>
      </w:tr>
      <w:tr w:rsidR="003B15FB" w14:paraId="54B15B3E" w14:textId="77777777">
        <w:trPr>
          <w:cantSplit/>
        </w:trPr>
        <w:tc>
          <w:tcPr>
            <w:tcW w:w="9463" w:type="dxa"/>
            <w:gridSpan w:val="2"/>
          </w:tcPr>
          <w:p w14:paraId="54B15B3B" w14:textId="77777777" w:rsidR="003B15FB" w:rsidRDefault="003B15FB">
            <w:pPr>
              <w:pStyle w:val="Antrat2"/>
              <w:rPr>
                <w:bCs/>
                <w:caps/>
                <w:sz w:val="26"/>
                <w:szCs w:val="24"/>
              </w:rPr>
            </w:pPr>
            <w:r>
              <w:rPr>
                <w:bCs/>
                <w:caps/>
                <w:sz w:val="26"/>
                <w:szCs w:val="24"/>
              </w:rPr>
              <w:t xml:space="preserve">ZARASŲ RAJONO SAVIVALDYBĖs ADMINISTRACIJOS </w:t>
            </w:r>
          </w:p>
          <w:p w14:paraId="4F00A6D7" w14:textId="77777777" w:rsidR="00C509D5" w:rsidRDefault="003B15FB" w:rsidP="006B126E">
            <w:pPr>
              <w:pStyle w:val="Antrat1"/>
              <w:rPr>
                <w:sz w:val="26"/>
              </w:rPr>
            </w:pPr>
            <w:r>
              <w:rPr>
                <w:sz w:val="26"/>
              </w:rPr>
              <w:t>DIREKTORIUS</w:t>
            </w:r>
          </w:p>
          <w:p w14:paraId="54B15B3D" w14:textId="70B6586B" w:rsidR="00CC522C" w:rsidRPr="00CC522C" w:rsidRDefault="00CC522C" w:rsidP="00CC522C"/>
        </w:tc>
      </w:tr>
      <w:tr w:rsidR="003B15FB" w14:paraId="54B15B42" w14:textId="77777777">
        <w:trPr>
          <w:cantSplit/>
          <w:trHeight w:val="131"/>
          <w:hidden/>
        </w:trPr>
        <w:tc>
          <w:tcPr>
            <w:tcW w:w="4785" w:type="dxa"/>
            <w:vAlign w:val="bottom"/>
          </w:tcPr>
          <w:p w14:paraId="54B15B3F" w14:textId="77777777" w:rsidR="003B15FB" w:rsidRDefault="003B15FB">
            <w:pPr>
              <w:pStyle w:val="Antrat4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14:paraId="54B15B40" w14:textId="77777777" w:rsidR="003B15FB" w:rsidRDefault="003B15FB">
            <w:pPr>
              <w:pStyle w:val="Antrats"/>
              <w:tabs>
                <w:tab w:val="clear" w:pos="4320"/>
                <w:tab w:val="clear" w:pos="8640"/>
              </w:tabs>
              <w:rPr>
                <w:b/>
                <w:vanish/>
                <w:sz w:val="24"/>
                <w:szCs w:val="24"/>
              </w:rPr>
            </w:pPr>
          </w:p>
          <w:p w14:paraId="54B15B41" w14:textId="77777777" w:rsidR="00F83FD1" w:rsidRDefault="00F83FD1">
            <w:pPr>
              <w:pStyle w:val="Antrats"/>
              <w:tabs>
                <w:tab w:val="clear" w:pos="4320"/>
                <w:tab w:val="clear" w:pos="8640"/>
              </w:tabs>
              <w:rPr>
                <w:b/>
                <w:vanish/>
                <w:sz w:val="24"/>
                <w:szCs w:val="24"/>
              </w:rPr>
            </w:pPr>
          </w:p>
        </w:tc>
      </w:tr>
      <w:tr w:rsidR="003B15FB" w14:paraId="54B15B44" w14:textId="77777777" w:rsidTr="000B5703">
        <w:trPr>
          <w:cantSplit/>
          <w:trHeight w:val="383"/>
        </w:trPr>
        <w:tc>
          <w:tcPr>
            <w:tcW w:w="9463" w:type="dxa"/>
            <w:gridSpan w:val="2"/>
            <w:vAlign w:val="bottom"/>
          </w:tcPr>
          <w:p w14:paraId="54B15B43" w14:textId="77777777" w:rsidR="003B15FB" w:rsidRDefault="003B15FB">
            <w:pPr>
              <w:pStyle w:val="Antrats"/>
              <w:tabs>
                <w:tab w:val="clear" w:pos="4320"/>
                <w:tab w:val="clear" w:pos="8640"/>
              </w:tabs>
              <w:jc w:val="center"/>
              <w:rPr>
                <w:b/>
                <w:vanish/>
                <w:sz w:val="24"/>
                <w:szCs w:val="24"/>
              </w:rPr>
            </w:pPr>
            <w:r>
              <w:rPr>
                <w:b/>
                <w:sz w:val="24"/>
              </w:rPr>
              <w:t>ĮSAKYMAS</w:t>
            </w:r>
          </w:p>
        </w:tc>
      </w:tr>
      <w:tr w:rsidR="003B15FB" w14:paraId="54B15B47" w14:textId="77777777">
        <w:trPr>
          <w:cantSplit/>
          <w:trHeight w:val="131"/>
        </w:trPr>
        <w:tc>
          <w:tcPr>
            <w:tcW w:w="9463" w:type="dxa"/>
            <w:gridSpan w:val="2"/>
            <w:vAlign w:val="bottom"/>
          </w:tcPr>
          <w:p w14:paraId="2B99AD47" w14:textId="37056A0C" w:rsidR="00E1055A" w:rsidRDefault="00795940" w:rsidP="00732E2B">
            <w:pPr>
              <w:pStyle w:val="prastasiniatinklio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795940"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>DĖL ZARASŲ RAJONO SAVIVALDYBĖS ADMINISTRACIJOS 20</w:t>
            </w:r>
            <w:r w:rsidR="006D1B47"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>2</w:t>
            </w:r>
            <w:r w:rsidR="00584431"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>2</w:t>
            </w:r>
            <w:r w:rsidR="006B126E"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>-</w:t>
            </w:r>
            <w:r w:rsidRPr="00795940"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>ŲJŲ METŲ VEIKLOS PLANO TVIRTINIMO</w:t>
            </w:r>
          </w:p>
          <w:p w14:paraId="54B15B46" w14:textId="3BF11AB0" w:rsidR="00732E2B" w:rsidRPr="006B126E" w:rsidRDefault="00732E2B" w:rsidP="00732E2B">
            <w:pPr>
              <w:pStyle w:val="prastasiniatinklio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</w:tr>
      <w:tr w:rsidR="003B15FB" w14:paraId="54B15B49" w14:textId="77777777">
        <w:trPr>
          <w:cantSplit/>
          <w:trHeight w:val="131"/>
          <w:hidden/>
        </w:trPr>
        <w:tc>
          <w:tcPr>
            <w:tcW w:w="9463" w:type="dxa"/>
            <w:gridSpan w:val="2"/>
            <w:vAlign w:val="bottom"/>
          </w:tcPr>
          <w:p w14:paraId="54B15B48" w14:textId="77777777" w:rsidR="003B15FB" w:rsidRDefault="003B15FB">
            <w:pPr>
              <w:pStyle w:val="Antrats"/>
              <w:tabs>
                <w:tab w:val="clear" w:pos="4320"/>
                <w:tab w:val="clear" w:pos="8640"/>
              </w:tabs>
              <w:rPr>
                <w:b/>
                <w:vanish/>
                <w:sz w:val="24"/>
                <w:szCs w:val="24"/>
              </w:rPr>
            </w:pPr>
          </w:p>
        </w:tc>
      </w:tr>
      <w:tr w:rsidR="003B15FB" w14:paraId="54B15B4B" w14:textId="77777777">
        <w:trPr>
          <w:cantSplit/>
          <w:trHeight w:val="131"/>
        </w:trPr>
        <w:tc>
          <w:tcPr>
            <w:tcW w:w="9463" w:type="dxa"/>
            <w:gridSpan w:val="2"/>
            <w:vAlign w:val="bottom"/>
          </w:tcPr>
          <w:p w14:paraId="54B15B4A" w14:textId="30A97B3C" w:rsidR="003B15FB" w:rsidRPr="0070781D" w:rsidRDefault="003B15FB" w:rsidP="006D1B47">
            <w:pPr>
              <w:jc w:val="center"/>
              <w:rPr>
                <w:b/>
                <w:vanish/>
              </w:rPr>
            </w:pPr>
            <w:r w:rsidRPr="0070781D">
              <w:t>20</w:t>
            </w:r>
            <w:r w:rsidR="006D1B47">
              <w:t>2</w:t>
            </w:r>
            <w:r w:rsidR="00584431">
              <w:t>2</w:t>
            </w:r>
            <w:r w:rsidR="004B6B48">
              <w:t xml:space="preserve"> m. </w:t>
            </w:r>
            <w:r w:rsidR="00DE3779">
              <w:t xml:space="preserve">                  </w:t>
            </w:r>
            <w:r w:rsidR="00DF0B77">
              <w:t xml:space="preserve"> </w:t>
            </w:r>
            <w:r w:rsidRPr="0070781D">
              <w:t>d. Nr.</w:t>
            </w:r>
            <w:r w:rsidR="004B6B48">
              <w:t xml:space="preserve"> I(6.6 E)-</w:t>
            </w:r>
          </w:p>
        </w:tc>
      </w:tr>
      <w:tr w:rsidR="003B15FB" w14:paraId="54B15B4D" w14:textId="77777777">
        <w:trPr>
          <w:cantSplit/>
          <w:trHeight w:val="131"/>
        </w:trPr>
        <w:tc>
          <w:tcPr>
            <w:tcW w:w="9463" w:type="dxa"/>
            <w:gridSpan w:val="2"/>
            <w:vAlign w:val="bottom"/>
          </w:tcPr>
          <w:p w14:paraId="54B15B4C" w14:textId="77777777" w:rsidR="003B15FB" w:rsidRDefault="003B15FB">
            <w:pPr>
              <w:jc w:val="center"/>
            </w:pPr>
            <w:r>
              <w:t>Zarasai</w:t>
            </w:r>
          </w:p>
        </w:tc>
      </w:tr>
    </w:tbl>
    <w:p w14:paraId="54B15B4E" w14:textId="77777777" w:rsidR="003B15FB" w:rsidRPr="00192F62" w:rsidRDefault="003B15FB">
      <w:pPr>
        <w:jc w:val="center"/>
        <w:rPr>
          <w:sz w:val="20"/>
          <w:szCs w:val="20"/>
        </w:rPr>
      </w:pPr>
    </w:p>
    <w:p w14:paraId="54B15B4F" w14:textId="77777777" w:rsidR="00192F62" w:rsidRDefault="00192F62">
      <w:pPr>
        <w:jc w:val="center"/>
      </w:pPr>
    </w:p>
    <w:p w14:paraId="05AB6090" w14:textId="6FAE7CD7" w:rsidR="00621362" w:rsidRDefault="00621362" w:rsidP="00621362">
      <w:pPr>
        <w:pStyle w:val="Pagrindinistekstas"/>
        <w:tabs>
          <w:tab w:val="left" w:pos="1134"/>
        </w:tabs>
        <w:ind w:firstLine="851"/>
      </w:pPr>
      <w:r>
        <w:t xml:space="preserve">Vadovaudamasis Lietuvos Respublikos vietos savivaldos įstatymo 29 straipsnio 8 dalies 3 ir 4 punktais, Zarasų rajono savivaldybės strateginio planavimo organizavimo tvarkos aprašo, patvirtinto Zarasų rajono savivaldybės tarybos 2015 m. kovo 17 d. sprendimu Nr. T-50 ,,Dėl Zarasų rajono savivaldybės strateginio planavimo organizavimo tvarkos aprašo patvirtinimo“, 41 punktu, </w:t>
      </w:r>
      <w:r w:rsidRPr="00F13B52">
        <w:t>Zarasų</w:t>
      </w:r>
      <w:r w:rsidR="006D1B47">
        <w:t xml:space="preserve"> rajono savivaldybės tarybos 202</w:t>
      </w:r>
      <w:r w:rsidR="00584431">
        <w:t>2</w:t>
      </w:r>
      <w:r w:rsidRPr="00F13B52">
        <w:t xml:space="preserve"> m. </w:t>
      </w:r>
      <w:r w:rsidR="002626EE">
        <w:t xml:space="preserve">kovo </w:t>
      </w:r>
      <w:r w:rsidR="00584431">
        <w:t>4</w:t>
      </w:r>
      <w:r w:rsidR="0035152A">
        <w:t xml:space="preserve"> d. sprendimu Nr. T</w:t>
      </w:r>
      <w:r w:rsidR="002626EE">
        <w:t>-3</w:t>
      </w:r>
      <w:r w:rsidRPr="00F13B52">
        <w:t xml:space="preserve"> „Dė</w:t>
      </w:r>
      <w:r w:rsidR="006D1B47">
        <w:t>l Zarasų rajono savivaldybės 202</w:t>
      </w:r>
      <w:r w:rsidR="00584431">
        <w:t>2</w:t>
      </w:r>
      <w:r w:rsidR="0035152A">
        <w:t>–202</w:t>
      </w:r>
      <w:r w:rsidR="00584431">
        <w:t>4</w:t>
      </w:r>
      <w:r w:rsidR="0035152A">
        <w:t xml:space="preserve"> </w:t>
      </w:r>
      <w:r w:rsidRPr="00F13B52">
        <w:t xml:space="preserve">metų </w:t>
      </w:r>
      <w:r w:rsidR="0035152A">
        <w:t>strateginio veiklos plano tvirtinimo</w:t>
      </w:r>
      <w:r w:rsidRPr="00F13B52">
        <w:t>“,</w:t>
      </w:r>
    </w:p>
    <w:p w14:paraId="1AA436ED" w14:textId="363EDE00" w:rsidR="00621362" w:rsidRDefault="00621362" w:rsidP="00621362">
      <w:pPr>
        <w:pStyle w:val="Pagrindinistekstas"/>
        <w:tabs>
          <w:tab w:val="left" w:pos="1134"/>
        </w:tabs>
        <w:ind w:firstLine="851"/>
      </w:pPr>
      <w:r>
        <w:t>t v i r t i n u  Zarasų rajono savivaldybės administracijos 20</w:t>
      </w:r>
      <w:r w:rsidR="006D1B47">
        <w:t>2</w:t>
      </w:r>
      <w:r w:rsidR="00584431">
        <w:t>2</w:t>
      </w:r>
      <w:r>
        <w:t>-ųjų metų veiklos planą (pridedama).</w:t>
      </w:r>
    </w:p>
    <w:p w14:paraId="2CD83D41" w14:textId="77777777" w:rsidR="00621362" w:rsidRDefault="00621362" w:rsidP="00621362">
      <w:pPr>
        <w:pStyle w:val="Pagrindinistekstas"/>
        <w:tabs>
          <w:tab w:val="left" w:pos="1134"/>
        </w:tabs>
        <w:ind w:firstLine="851"/>
      </w:pPr>
      <w:r>
        <w:t>Įsakymas skelbiamas Teisės aktų registre.</w:t>
      </w:r>
    </w:p>
    <w:p w14:paraId="28DBE7EF" w14:textId="77777777" w:rsidR="00621362" w:rsidRDefault="00621362" w:rsidP="00621362">
      <w:pPr>
        <w:pStyle w:val="Pagrindinistekstas"/>
        <w:tabs>
          <w:tab w:val="left" w:pos="1134"/>
        </w:tabs>
        <w:ind w:firstLine="851"/>
      </w:pPr>
    </w:p>
    <w:p w14:paraId="175D7A64" w14:textId="77777777" w:rsidR="00621362" w:rsidRPr="003B500E" w:rsidRDefault="00621362" w:rsidP="00621362">
      <w:pPr>
        <w:pStyle w:val="Pagrindinistekstas"/>
        <w:tabs>
          <w:tab w:val="left" w:pos="1134"/>
        </w:tabs>
        <w:ind w:firstLine="851"/>
        <w:rPr>
          <w:sz w:val="22"/>
          <w:szCs w:val="22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820"/>
        <w:gridCol w:w="2381"/>
        <w:gridCol w:w="2627"/>
      </w:tblGrid>
      <w:tr w:rsidR="00621362" w:rsidRPr="003D0A83" w14:paraId="68838A1E" w14:textId="77777777" w:rsidTr="00DE4935">
        <w:tc>
          <w:tcPr>
            <w:tcW w:w="4820" w:type="dxa"/>
          </w:tcPr>
          <w:p w14:paraId="782D1B80" w14:textId="77777777" w:rsidR="00621362" w:rsidRPr="003D0A83" w:rsidRDefault="00621362" w:rsidP="00DE4935">
            <w:r w:rsidRPr="003D0A83">
              <w:t>Administracijos direktorius</w:t>
            </w:r>
          </w:p>
        </w:tc>
        <w:tc>
          <w:tcPr>
            <w:tcW w:w="2381" w:type="dxa"/>
          </w:tcPr>
          <w:p w14:paraId="75850125" w14:textId="77777777" w:rsidR="00621362" w:rsidRPr="003D0A83" w:rsidRDefault="00621362" w:rsidP="00DE4935"/>
        </w:tc>
        <w:tc>
          <w:tcPr>
            <w:tcW w:w="2627" w:type="dxa"/>
          </w:tcPr>
          <w:p w14:paraId="0A89EE31" w14:textId="77777777" w:rsidR="00621362" w:rsidRPr="003D0A83" w:rsidRDefault="00621362" w:rsidP="00DE4935">
            <w:pPr>
              <w:jc w:val="right"/>
            </w:pPr>
            <w:r>
              <w:t>Benjaminas Sakalauskas</w:t>
            </w:r>
          </w:p>
        </w:tc>
      </w:tr>
    </w:tbl>
    <w:p w14:paraId="19568335" w14:textId="77777777" w:rsidR="00621362" w:rsidRDefault="00621362" w:rsidP="00621362">
      <w:pPr>
        <w:jc w:val="both"/>
      </w:pPr>
    </w:p>
    <w:p w14:paraId="26F447B8" w14:textId="77777777" w:rsidR="00621362" w:rsidRDefault="00621362" w:rsidP="00621362">
      <w:pPr>
        <w:jc w:val="both"/>
      </w:pPr>
    </w:p>
    <w:p w14:paraId="047031EB" w14:textId="77777777" w:rsidR="00621362" w:rsidRDefault="00621362" w:rsidP="00621362">
      <w:pPr>
        <w:jc w:val="both"/>
      </w:pPr>
    </w:p>
    <w:p w14:paraId="1CB4D0FE" w14:textId="77777777" w:rsidR="0045371A" w:rsidRDefault="0045371A" w:rsidP="0045371A">
      <w:pPr>
        <w:pStyle w:val="Pagrindinistekstas"/>
        <w:tabs>
          <w:tab w:val="left" w:pos="1134"/>
        </w:tabs>
        <w:ind w:firstLine="851"/>
      </w:pPr>
    </w:p>
    <w:p w14:paraId="5FC24E94" w14:textId="77777777" w:rsidR="0045371A" w:rsidRPr="003B500E" w:rsidRDefault="0045371A" w:rsidP="0045371A">
      <w:pPr>
        <w:pStyle w:val="Pagrindinistekstas"/>
        <w:tabs>
          <w:tab w:val="left" w:pos="1134"/>
        </w:tabs>
        <w:ind w:firstLine="851"/>
        <w:rPr>
          <w:sz w:val="22"/>
          <w:szCs w:val="22"/>
        </w:rPr>
      </w:pPr>
    </w:p>
    <w:p w14:paraId="54B15B59" w14:textId="77777777" w:rsidR="00D54EDD" w:rsidRDefault="00D54EDD" w:rsidP="003E78EC">
      <w:pPr>
        <w:jc w:val="both"/>
      </w:pPr>
    </w:p>
    <w:p w14:paraId="54B15B5A" w14:textId="77777777" w:rsidR="00661178" w:rsidRDefault="00661178" w:rsidP="003E78EC">
      <w:pPr>
        <w:jc w:val="both"/>
      </w:pPr>
    </w:p>
    <w:p w14:paraId="54B15B5B" w14:textId="77777777" w:rsidR="00661178" w:rsidRDefault="00661178" w:rsidP="003E78EC">
      <w:pPr>
        <w:jc w:val="both"/>
      </w:pPr>
    </w:p>
    <w:p w14:paraId="54B15B5C" w14:textId="77777777" w:rsidR="00661178" w:rsidRDefault="00661178" w:rsidP="003E78EC">
      <w:pPr>
        <w:jc w:val="both"/>
      </w:pPr>
    </w:p>
    <w:p w14:paraId="54B15B5D" w14:textId="77777777" w:rsidR="00661178" w:rsidRDefault="00661178" w:rsidP="003E78EC">
      <w:pPr>
        <w:jc w:val="both"/>
      </w:pPr>
    </w:p>
    <w:p w14:paraId="54B15B5E" w14:textId="77777777" w:rsidR="00A029D6" w:rsidRDefault="00A029D6" w:rsidP="003E78EC">
      <w:pPr>
        <w:jc w:val="both"/>
      </w:pPr>
    </w:p>
    <w:p w14:paraId="54B15B5F" w14:textId="77777777" w:rsidR="00A029D6" w:rsidRDefault="00A029D6" w:rsidP="003E78EC">
      <w:pPr>
        <w:jc w:val="both"/>
      </w:pPr>
    </w:p>
    <w:p w14:paraId="54B15B60" w14:textId="77777777" w:rsidR="00A029D6" w:rsidRDefault="00A029D6" w:rsidP="003E78EC">
      <w:pPr>
        <w:jc w:val="both"/>
      </w:pPr>
    </w:p>
    <w:p w14:paraId="54B15B61" w14:textId="77777777" w:rsidR="00A029D6" w:rsidRDefault="00A029D6" w:rsidP="003E78EC">
      <w:pPr>
        <w:jc w:val="both"/>
      </w:pPr>
    </w:p>
    <w:p w14:paraId="54B15B62" w14:textId="77777777" w:rsidR="00795940" w:rsidRDefault="00795940" w:rsidP="003E78EC">
      <w:pPr>
        <w:jc w:val="both"/>
      </w:pPr>
    </w:p>
    <w:p w14:paraId="54B15B63" w14:textId="77777777" w:rsidR="00795940" w:rsidRDefault="00795940" w:rsidP="003E78EC">
      <w:pPr>
        <w:jc w:val="both"/>
      </w:pPr>
    </w:p>
    <w:p w14:paraId="54B15B64" w14:textId="77777777" w:rsidR="00795940" w:rsidRDefault="00795940" w:rsidP="003E78EC">
      <w:pPr>
        <w:jc w:val="both"/>
      </w:pPr>
    </w:p>
    <w:p w14:paraId="54B15B65" w14:textId="77777777" w:rsidR="00661178" w:rsidRDefault="00661178" w:rsidP="003E78EC">
      <w:pPr>
        <w:jc w:val="both"/>
      </w:pPr>
    </w:p>
    <w:p w14:paraId="54B15B66" w14:textId="77777777" w:rsidR="00661178" w:rsidRDefault="00661178" w:rsidP="003E78EC">
      <w:pPr>
        <w:jc w:val="both"/>
      </w:pPr>
    </w:p>
    <w:p w14:paraId="193E2261" w14:textId="77777777" w:rsidR="00295892" w:rsidRDefault="00295892" w:rsidP="003E78EC">
      <w:pPr>
        <w:jc w:val="both"/>
      </w:pPr>
    </w:p>
    <w:p w14:paraId="7FB9B090" w14:textId="77777777" w:rsidR="00295892" w:rsidRDefault="00295892" w:rsidP="003E78EC">
      <w:pPr>
        <w:jc w:val="both"/>
      </w:pPr>
    </w:p>
    <w:p w14:paraId="11B76F8A" w14:textId="77777777" w:rsidR="00295892" w:rsidRDefault="00295892" w:rsidP="003E78EC">
      <w:pPr>
        <w:jc w:val="both"/>
      </w:pPr>
    </w:p>
    <w:p w14:paraId="453EB1E9" w14:textId="77777777" w:rsidR="00295892" w:rsidRDefault="00295892" w:rsidP="003E78EC">
      <w:pPr>
        <w:jc w:val="both"/>
      </w:pPr>
    </w:p>
    <w:sectPr w:rsidR="00295892" w:rsidSect="00B85484">
      <w:headerReference w:type="even" r:id="rId9"/>
      <w:headerReference w:type="first" r:id="rId10"/>
      <w:pgSz w:w="11907" w:h="16840" w:code="9"/>
      <w:pgMar w:top="1134" w:right="567" w:bottom="1134" w:left="1701" w:header="284" w:footer="488" w:gutter="0"/>
      <w:pgNumType w:start="1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E76F9" w14:textId="77777777" w:rsidR="002411EA" w:rsidRDefault="002411EA">
      <w:r>
        <w:separator/>
      </w:r>
    </w:p>
  </w:endnote>
  <w:endnote w:type="continuationSeparator" w:id="0">
    <w:p w14:paraId="5C8581B1" w14:textId="77777777" w:rsidR="002411EA" w:rsidRDefault="00241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20DA0" w14:textId="77777777" w:rsidR="002411EA" w:rsidRDefault="002411EA">
      <w:r>
        <w:separator/>
      </w:r>
    </w:p>
  </w:footnote>
  <w:footnote w:type="continuationSeparator" w:id="0">
    <w:p w14:paraId="0786405A" w14:textId="77777777" w:rsidR="002411EA" w:rsidRDefault="002411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15B74" w14:textId="77777777" w:rsidR="00911A11" w:rsidRDefault="00911A11" w:rsidP="00EE2117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1</w:t>
    </w:r>
    <w:r>
      <w:rPr>
        <w:rStyle w:val="Puslapionumeris"/>
      </w:rPr>
      <w:fldChar w:fldCharType="end"/>
    </w:r>
  </w:p>
  <w:p w14:paraId="54B15B75" w14:textId="77777777" w:rsidR="00911A11" w:rsidRDefault="00911A1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4786"/>
      <w:gridCol w:w="2552"/>
      <w:gridCol w:w="2517"/>
    </w:tblGrid>
    <w:tr w:rsidR="00911A11" w14:paraId="54B15B79" w14:textId="77777777">
      <w:tc>
        <w:tcPr>
          <w:tcW w:w="4786" w:type="dxa"/>
        </w:tcPr>
        <w:p w14:paraId="54B15B76" w14:textId="77777777" w:rsidR="00911A11" w:rsidRDefault="00911A11">
          <w:pPr>
            <w:pStyle w:val="Antrats"/>
          </w:pPr>
        </w:p>
      </w:tc>
      <w:tc>
        <w:tcPr>
          <w:tcW w:w="2552" w:type="dxa"/>
        </w:tcPr>
        <w:p w14:paraId="54B15B77" w14:textId="77777777" w:rsidR="00911A11" w:rsidRDefault="00911A11" w:rsidP="00A178CD">
          <w:pPr>
            <w:pStyle w:val="Antrats"/>
            <w:jc w:val="right"/>
          </w:pPr>
        </w:p>
      </w:tc>
      <w:tc>
        <w:tcPr>
          <w:tcW w:w="2517" w:type="dxa"/>
        </w:tcPr>
        <w:p w14:paraId="54B15B78" w14:textId="77777777" w:rsidR="00911A11" w:rsidRDefault="00911A11" w:rsidP="00566C36">
          <w:pPr>
            <w:pStyle w:val="Antrats"/>
            <w:jc w:val="right"/>
          </w:pPr>
        </w:p>
      </w:tc>
    </w:tr>
  </w:tbl>
  <w:p w14:paraId="54B15B7A" w14:textId="77777777" w:rsidR="00911A11" w:rsidRDefault="00911A11">
    <w:pPr>
      <w:pStyle w:val="Antrats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265D2"/>
    <w:multiLevelType w:val="hybridMultilevel"/>
    <w:tmpl w:val="B1ACC9D8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26FA0"/>
    <w:multiLevelType w:val="hybridMultilevel"/>
    <w:tmpl w:val="96B2B064"/>
    <w:lvl w:ilvl="0" w:tplc="185E3F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13A69AC"/>
    <w:multiLevelType w:val="hybridMultilevel"/>
    <w:tmpl w:val="B4AA78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1F108A"/>
    <w:multiLevelType w:val="hybridMultilevel"/>
    <w:tmpl w:val="A8C06482"/>
    <w:lvl w:ilvl="0" w:tplc="F9DE3CCC">
      <w:start w:val="13"/>
      <w:numFmt w:val="upperLetter"/>
      <w:lvlText w:val="%1."/>
      <w:lvlJc w:val="left"/>
      <w:pPr>
        <w:tabs>
          <w:tab w:val="num" w:pos="3270"/>
        </w:tabs>
        <w:ind w:left="3270" w:hanging="18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2F99499D"/>
    <w:multiLevelType w:val="multilevel"/>
    <w:tmpl w:val="85C4402A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2FA92BFA"/>
    <w:multiLevelType w:val="multilevel"/>
    <w:tmpl w:val="AE4AECC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341131A9"/>
    <w:multiLevelType w:val="hybridMultilevel"/>
    <w:tmpl w:val="1A5471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4A4B1E"/>
    <w:multiLevelType w:val="multilevel"/>
    <w:tmpl w:val="221CF51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8" w15:restartNumberingAfterBreak="0">
    <w:nsid w:val="3828095E"/>
    <w:multiLevelType w:val="multilevel"/>
    <w:tmpl w:val="F9306B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0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9" w15:restartNumberingAfterBreak="0">
    <w:nsid w:val="3BF97B28"/>
    <w:multiLevelType w:val="hybridMultilevel"/>
    <w:tmpl w:val="E670D73A"/>
    <w:lvl w:ilvl="0" w:tplc="D8B883D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0" w15:restartNumberingAfterBreak="0">
    <w:nsid w:val="4208635A"/>
    <w:multiLevelType w:val="multilevel"/>
    <w:tmpl w:val="92F89F20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459A64A9"/>
    <w:multiLevelType w:val="hybridMultilevel"/>
    <w:tmpl w:val="23C8F6F6"/>
    <w:lvl w:ilvl="0" w:tplc="53F674B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 w15:restartNumberingAfterBreak="0">
    <w:nsid w:val="474F665C"/>
    <w:multiLevelType w:val="multilevel"/>
    <w:tmpl w:val="342A8DE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3" w15:restartNumberingAfterBreak="0">
    <w:nsid w:val="49091796"/>
    <w:multiLevelType w:val="hybridMultilevel"/>
    <w:tmpl w:val="DFE27656"/>
    <w:lvl w:ilvl="0" w:tplc="69CE9A74">
      <w:start w:val="13"/>
      <w:numFmt w:val="upperLetter"/>
      <w:lvlText w:val="%1."/>
      <w:lvlJc w:val="left"/>
      <w:pPr>
        <w:tabs>
          <w:tab w:val="num" w:pos="3150"/>
        </w:tabs>
        <w:ind w:left="3150" w:hanging="17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" w15:restartNumberingAfterBreak="0">
    <w:nsid w:val="4F1B074E"/>
    <w:multiLevelType w:val="multilevel"/>
    <w:tmpl w:val="BE7C4CA6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5" w15:restartNumberingAfterBreak="0">
    <w:nsid w:val="597B14EA"/>
    <w:multiLevelType w:val="multilevel"/>
    <w:tmpl w:val="FD0697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6" w15:restartNumberingAfterBreak="0">
    <w:nsid w:val="5B1B53E3"/>
    <w:multiLevelType w:val="hybridMultilevel"/>
    <w:tmpl w:val="F5DA2D3E"/>
    <w:lvl w:ilvl="0" w:tplc="2102B86E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 w15:restartNumberingAfterBreak="0">
    <w:nsid w:val="695834B4"/>
    <w:multiLevelType w:val="multilevel"/>
    <w:tmpl w:val="54ACAC1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8" w15:restartNumberingAfterBreak="0">
    <w:nsid w:val="6A9A675D"/>
    <w:multiLevelType w:val="hybridMultilevel"/>
    <w:tmpl w:val="5122E822"/>
    <w:lvl w:ilvl="0" w:tplc="E4F429D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6CE01D98"/>
    <w:multiLevelType w:val="hybridMultilevel"/>
    <w:tmpl w:val="EE0837C0"/>
    <w:lvl w:ilvl="0" w:tplc="39D2955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ACE42C2">
      <w:numFmt w:val="none"/>
      <w:lvlText w:val=""/>
      <w:lvlJc w:val="left"/>
      <w:pPr>
        <w:tabs>
          <w:tab w:val="num" w:pos="360"/>
        </w:tabs>
      </w:pPr>
    </w:lvl>
    <w:lvl w:ilvl="2" w:tplc="9B06BBFC">
      <w:numFmt w:val="none"/>
      <w:lvlText w:val=""/>
      <w:lvlJc w:val="left"/>
      <w:pPr>
        <w:tabs>
          <w:tab w:val="num" w:pos="360"/>
        </w:tabs>
      </w:pPr>
    </w:lvl>
    <w:lvl w:ilvl="3" w:tplc="4CB66180">
      <w:numFmt w:val="none"/>
      <w:lvlText w:val=""/>
      <w:lvlJc w:val="left"/>
      <w:pPr>
        <w:tabs>
          <w:tab w:val="num" w:pos="360"/>
        </w:tabs>
      </w:pPr>
    </w:lvl>
    <w:lvl w:ilvl="4" w:tplc="D4B6F370">
      <w:numFmt w:val="none"/>
      <w:lvlText w:val=""/>
      <w:lvlJc w:val="left"/>
      <w:pPr>
        <w:tabs>
          <w:tab w:val="num" w:pos="360"/>
        </w:tabs>
      </w:pPr>
    </w:lvl>
    <w:lvl w:ilvl="5" w:tplc="BD6C8698">
      <w:numFmt w:val="none"/>
      <w:lvlText w:val=""/>
      <w:lvlJc w:val="left"/>
      <w:pPr>
        <w:tabs>
          <w:tab w:val="num" w:pos="360"/>
        </w:tabs>
      </w:pPr>
    </w:lvl>
    <w:lvl w:ilvl="6" w:tplc="1DBE8822">
      <w:numFmt w:val="none"/>
      <w:lvlText w:val=""/>
      <w:lvlJc w:val="left"/>
      <w:pPr>
        <w:tabs>
          <w:tab w:val="num" w:pos="360"/>
        </w:tabs>
      </w:pPr>
    </w:lvl>
    <w:lvl w:ilvl="7" w:tplc="F0CC6240">
      <w:numFmt w:val="none"/>
      <w:lvlText w:val=""/>
      <w:lvlJc w:val="left"/>
      <w:pPr>
        <w:tabs>
          <w:tab w:val="num" w:pos="360"/>
        </w:tabs>
      </w:pPr>
    </w:lvl>
    <w:lvl w:ilvl="8" w:tplc="BD38B64A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72200394"/>
    <w:multiLevelType w:val="hybridMultilevel"/>
    <w:tmpl w:val="03B0B9AA"/>
    <w:lvl w:ilvl="0" w:tplc="AAA4E170">
      <w:start w:val="3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72A5720B"/>
    <w:multiLevelType w:val="hybridMultilevel"/>
    <w:tmpl w:val="8632AC0C"/>
    <w:lvl w:ilvl="0" w:tplc="38C2CF62">
      <w:start w:val="1"/>
      <w:numFmt w:val="decimal"/>
      <w:lvlText w:val="%1."/>
      <w:lvlJc w:val="left"/>
      <w:pPr>
        <w:tabs>
          <w:tab w:val="num" w:pos="2882"/>
        </w:tabs>
        <w:ind w:left="2882" w:hanging="163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27"/>
        </w:tabs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47"/>
        </w:tabs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767"/>
        </w:tabs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487"/>
        </w:tabs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07"/>
        </w:tabs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27"/>
        </w:tabs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47"/>
        </w:tabs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367"/>
        </w:tabs>
        <w:ind w:left="7367" w:hanging="180"/>
      </w:pPr>
    </w:lvl>
  </w:abstractNum>
  <w:abstractNum w:abstractNumId="22" w15:restartNumberingAfterBreak="0">
    <w:nsid w:val="79895BA7"/>
    <w:multiLevelType w:val="multilevel"/>
    <w:tmpl w:val="CEA65F4C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3"/>
      <w:numFmt w:val="decimal"/>
      <w:lvlText w:val="%1.%2."/>
      <w:lvlJc w:val="left"/>
      <w:pPr>
        <w:tabs>
          <w:tab w:val="num" w:pos="1200"/>
        </w:tabs>
        <w:ind w:left="1200" w:hanging="48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num w:numId="1" w16cid:durableId="453137682">
    <w:abstractNumId w:val="20"/>
  </w:num>
  <w:num w:numId="2" w16cid:durableId="2100783966">
    <w:abstractNumId w:val="1"/>
  </w:num>
  <w:num w:numId="3" w16cid:durableId="1882594838">
    <w:abstractNumId w:val="12"/>
  </w:num>
  <w:num w:numId="4" w16cid:durableId="1320963881">
    <w:abstractNumId w:val="9"/>
  </w:num>
  <w:num w:numId="5" w16cid:durableId="28452798">
    <w:abstractNumId w:val="18"/>
  </w:num>
  <w:num w:numId="6" w16cid:durableId="1602688139">
    <w:abstractNumId w:val="11"/>
  </w:num>
  <w:num w:numId="7" w16cid:durableId="743572423">
    <w:abstractNumId w:val="6"/>
  </w:num>
  <w:num w:numId="8" w16cid:durableId="245845224">
    <w:abstractNumId w:val="16"/>
  </w:num>
  <w:num w:numId="9" w16cid:durableId="1055589969">
    <w:abstractNumId w:val="7"/>
  </w:num>
  <w:num w:numId="10" w16cid:durableId="1589735351">
    <w:abstractNumId w:val="15"/>
  </w:num>
  <w:num w:numId="11" w16cid:durableId="1937321042">
    <w:abstractNumId w:val="17"/>
  </w:num>
  <w:num w:numId="12" w16cid:durableId="1674838650">
    <w:abstractNumId w:val="22"/>
  </w:num>
  <w:num w:numId="13" w16cid:durableId="1477601967">
    <w:abstractNumId w:val="22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400431">
    <w:abstractNumId w:val="8"/>
  </w:num>
  <w:num w:numId="15" w16cid:durableId="1618175371">
    <w:abstractNumId w:val="8"/>
    <w:lvlOverride w:ilvl="0">
      <w:startOverride w:val="6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79826029">
    <w:abstractNumId w:val="14"/>
  </w:num>
  <w:num w:numId="17" w16cid:durableId="976686174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01776067">
    <w:abstractNumId w:val="5"/>
  </w:num>
  <w:num w:numId="19" w16cid:durableId="1181353545">
    <w:abstractNumId w:val="4"/>
  </w:num>
  <w:num w:numId="20" w16cid:durableId="1052969145">
    <w:abstractNumId w:val="10"/>
  </w:num>
  <w:num w:numId="21" w16cid:durableId="45301149">
    <w:abstractNumId w:val="19"/>
  </w:num>
  <w:num w:numId="22" w16cid:durableId="1587879619">
    <w:abstractNumId w:val="22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05938890">
    <w:abstractNumId w:val="8"/>
    <w:lvlOverride w:ilvl="0">
      <w:startOverride w:val="6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84506514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2942507">
    <w:abstractNumId w:val="0"/>
  </w:num>
  <w:num w:numId="26" w16cid:durableId="2015642389">
    <w:abstractNumId w:val="13"/>
  </w:num>
  <w:num w:numId="27" w16cid:durableId="1246458983">
    <w:abstractNumId w:val="3"/>
  </w:num>
  <w:num w:numId="28" w16cid:durableId="1805539973">
    <w:abstractNumId w:val="2"/>
  </w:num>
  <w:num w:numId="29" w16cid:durableId="83704216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3F5"/>
    <w:rsid w:val="00015D61"/>
    <w:rsid w:val="00022D0D"/>
    <w:rsid w:val="00023227"/>
    <w:rsid w:val="0007683E"/>
    <w:rsid w:val="000A03C5"/>
    <w:rsid w:val="000B5703"/>
    <w:rsid w:val="000C4731"/>
    <w:rsid w:val="000D6A99"/>
    <w:rsid w:val="000D6CAF"/>
    <w:rsid w:val="000E1ED2"/>
    <w:rsid w:val="000E238C"/>
    <w:rsid w:val="000F4295"/>
    <w:rsid w:val="00104BA7"/>
    <w:rsid w:val="00113482"/>
    <w:rsid w:val="00145333"/>
    <w:rsid w:val="0015517E"/>
    <w:rsid w:val="001813C4"/>
    <w:rsid w:val="0018481F"/>
    <w:rsid w:val="00192F62"/>
    <w:rsid w:val="001B0828"/>
    <w:rsid w:val="001C07BE"/>
    <w:rsid w:val="001C4975"/>
    <w:rsid w:val="001D455D"/>
    <w:rsid w:val="001D4D7F"/>
    <w:rsid w:val="001E1539"/>
    <w:rsid w:val="001E3334"/>
    <w:rsid w:val="001F1EFA"/>
    <w:rsid w:val="001F2F45"/>
    <w:rsid w:val="00206C97"/>
    <w:rsid w:val="00213B6F"/>
    <w:rsid w:val="00235736"/>
    <w:rsid w:val="00240784"/>
    <w:rsid w:val="002411EA"/>
    <w:rsid w:val="00241659"/>
    <w:rsid w:val="002626EE"/>
    <w:rsid w:val="002631C3"/>
    <w:rsid w:val="00275870"/>
    <w:rsid w:val="00281FFD"/>
    <w:rsid w:val="00295892"/>
    <w:rsid w:val="00296DFF"/>
    <w:rsid w:val="002A4983"/>
    <w:rsid w:val="002D3EBF"/>
    <w:rsid w:val="003175CB"/>
    <w:rsid w:val="003206DF"/>
    <w:rsid w:val="003262CD"/>
    <w:rsid w:val="00333C29"/>
    <w:rsid w:val="0035152A"/>
    <w:rsid w:val="0035573B"/>
    <w:rsid w:val="0036758C"/>
    <w:rsid w:val="00367EE0"/>
    <w:rsid w:val="00371BB6"/>
    <w:rsid w:val="0039095B"/>
    <w:rsid w:val="003933E1"/>
    <w:rsid w:val="003B15FB"/>
    <w:rsid w:val="003B500E"/>
    <w:rsid w:val="003B6FCA"/>
    <w:rsid w:val="003B7900"/>
    <w:rsid w:val="003D0A83"/>
    <w:rsid w:val="003D3922"/>
    <w:rsid w:val="003E78EC"/>
    <w:rsid w:val="003F76D5"/>
    <w:rsid w:val="0041147A"/>
    <w:rsid w:val="00423805"/>
    <w:rsid w:val="00424E5F"/>
    <w:rsid w:val="00442350"/>
    <w:rsid w:val="00447F40"/>
    <w:rsid w:val="0045371A"/>
    <w:rsid w:val="004627AC"/>
    <w:rsid w:val="004659E5"/>
    <w:rsid w:val="004772FE"/>
    <w:rsid w:val="00477F7F"/>
    <w:rsid w:val="004851FF"/>
    <w:rsid w:val="00492EDE"/>
    <w:rsid w:val="004932C7"/>
    <w:rsid w:val="00496E38"/>
    <w:rsid w:val="004A0D21"/>
    <w:rsid w:val="004A37CE"/>
    <w:rsid w:val="004B1644"/>
    <w:rsid w:val="004B6B48"/>
    <w:rsid w:val="004C6CA6"/>
    <w:rsid w:val="004E5A0B"/>
    <w:rsid w:val="004E66FE"/>
    <w:rsid w:val="005079C6"/>
    <w:rsid w:val="00512CCD"/>
    <w:rsid w:val="00514D3B"/>
    <w:rsid w:val="00514E82"/>
    <w:rsid w:val="00534558"/>
    <w:rsid w:val="00536474"/>
    <w:rsid w:val="005420F3"/>
    <w:rsid w:val="00566C36"/>
    <w:rsid w:val="0057018D"/>
    <w:rsid w:val="005706D6"/>
    <w:rsid w:val="0057181B"/>
    <w:rsid w:val="00584431"/>
    <w:rsid w:val="005878D8"/>
    <w:rsid w:val="005930AA"/>
    <w:rsid w:val="005B218A"/>
    <w:rsid w:val="005D086E"/>
    <w:rsid w:val="005F36DA"/>
    <w:rsid w:val="00621362"/>
    <w:rsid w:val="00622CB0"/>
    <w:rsid w:val="00632FE9"/>
    <w:rsid w:val="00656415"/>
    <w:rsid w:val="00661178"/>
    <w:rsid w:val="00672F7F"/>
    <w:rsid w:val="00682B01"/>
    <w:rsid w:val="0068565D"/>
    <w:rsid w:val="006B126E"/>
    <w:rsid w:val="006C189B"/>
    <w:rsid w:val="006C255F"/>
    <w:rsid w:val="006D1B47"/>
    <w:rsid w:val="006E6188"/>
    <w:rsid w:val="006E7257"/>
    <w:rsid w:val="00704F5B"/>
    <w:rsid w:val="0070781D"/>
    <w:rsid w:val="007106EB"/>
    <w:rsid w:val="00713B6C"/>
    <w:rsid w:val="00726177"/>
    <w:rsid w:val="00732E2B"/>
    <w:rsid w:val="00734A2F"/>
    <w:rsid w:val="0076610E"/>
    <w:rsid w:val="00770984"/>
    <w:rsid w:val="00774E58"/>
    <w:rsid w:val="00776652"/>
    <w:rsid w:val="00781C84"/>
    <w:rsid w:val="00783F12"/>
    <w:rsid w:val="00793835"/>
    <w:rsid w:val="00795940"/>
    <w:rsid w:val="007A53B2"/>
    <w:rsid w:val="007A5E82"/>
    <w:rsid w:val="007D684D"/>
    <w:rsid w:val="007E41D5"/>
    <w:rsid w:val="007F60AE"/>
    <w:rsid w:val="0080065A"/>
    <w:rsid w:val="00807ED8"/>
    <w:rsid w:val="00813653"/>
    <w:rsid w:val="00815BBA"/>
    <w:rsid w:val="008353C8"/>
    <w:rsid w:val="00842752"/>
    <w:rsid w:val="008479E4"/>
    <w:rsid w:val="008817E0"/>
    <w:rsid w:val="00883115"/>
    <w:rsid w:val="008832B7"/>
    <w:rsid w:val="008C7C1F"/>
    <w:rsid w:val="008D2670"/>
    <w:rsid w:val="008D2A42"/>
    <w:rsid w:val="008D2D8C"/>
    <w:rsid w:val="008D5D18"/>
    <w:rsid w:val="008D778C"/>
    <w:rsid w:val="008D7D75"/>
    <w:rsid w:val="008D7F51"/>
    <w:rsid w:val="008E00A1"/>
    <w:rsid w:val="008F233B"/>
    <w:rsid w:val="00911A11"/>
    <w:rsid w:val="00924DB3"/>
    <w:rsid w:val="00946350"/>
    <w:rsid w:val="00957662"/>
    <w:rsid w:val="00970BC4"/>
    <w:rsid w:val="00975A51"/>
    <w:rsid w:val="00992D70"/>
    <w:rsid w:val="009933AC"/>
    <w:rsid w:val="00993478"/>
    <w:rsid w:val="009C1001"/>
    <w:rsid w:val="009C22CB"/>
    <w:rsid w:val="009C75EB"/>
    <w:rsid w:val="009E462D"/>
    <w:rsid w:val="009E4B59"/>
    <w:rsid w:val="009E64EE"/>
    <w:rsid w:val="009F268C"/>
    <w:rsid w:val="009F27B4"/>
    <w:rsid w:val="00A02873"/>
    <w:rsid w:val="00A029D6"/>
    <w:rsid w:val="00A178CD"/>
    <w:rsid w:val="00A26DA1"/>
    <w:rsid w:val="00A27A35"/>
    <w:rsid w:val="00A355FE"/>
    <w:rsid w:val="00A71F5B"/>
    <w:rsid w:val="00A84549"/>
    <w:rsid w:val="00A86B12"/>
    <w:rsid w:val="00AA73F5"/>
    <w:rsid w:val="00AB3DC3"/>
    <w:rsid w:val="00AB4454"/>
    <w:rsid w:val="00AC4DB6"/>
    <w:rsid w:val="00AE30A8"/>
    <w:rsid w:val="00AF474D"/>
    <w:rsid w:val="00AF5325"/>
    <w:rsid w:val="00AF60A6"/>
    <w:rsid w:val="00AF7524"/>
    <w:rsid w:val="00AF7BD1"/>
    <w:rsid w:val="00B00F33"/>
    <w:rsid w:val="00B0471F"/>
    <w:rsid w:val="00B137D1"/>
    <w:rsid w:val="00B15DE4"/>
    <w:rsid w:val="00B20AEA"/>
    <w:rsid w:val="00B20D07"/>
    <w:rsid w:val="00B27C8D"/>
    <w:rsid w:val="00B34231"/>
    <w:rsid w:val="00B36460"/>
    <w:rsid w:val="00B459A2"/>
    <w:rsid w:val="00B75142"/>
    <w:rsid w:val="00B80512"/>
    <w:rsid w:val="00B85484"/>
    <w:rsid w:val="00BB64D1"/>
    <w:rsid w:val="00BB7878"/>
    <w:rsid w:val="00BD1EA9"/>
    <w:rsid w:val="00BF30F3"/>
    <w:rsid w:val="00C131BB"/>
    <w:rsid w:val="00C15225"/>
    <w:rsid w:val="00C31BEC"/>
    <w:rsid w:val="00C34228"/>
    <w:rsid w:val="00C35B0A"/>
    <w:rsid w:val="00C35D13"/>
    <w:rsid w:val="00C37CE3"/>
    <w:rsid w:val="00C509D5"/>
    <w:rsid w:val="00C57D00"/>
    <w:rsid w:val="00C62198"/>
    <w:rsid w:val="00C6402B"/>
    <w:rsid w:val="00C64463"/>
    <w:rsid w:val="00C66D93"/>
    <w:rsid w:val="00C70261"/>
    <w:rsid w:val="00C77E94"/>
    <w:rsid w:val="00CA3F57"/>
    <w:rsid w:val="00CB3E34"/>
    <w:rsid w:val="00CC522C"/>
    <w:rsid w:val="00CC548C"/>
    <w:rsid w:val="00CC649C"/>
    <w:rsid w:val="00CD0D7A"/>
    <w:rsid w:val="00CD1648"/>
    <w:rsid w:val="00CD27BA"/>
    <w:rsid w:val="00CE0B86"/>
    <w:rsid w:val="00CE7B6F"/>
    <w:rsid w:val="00CF3C5B"/>
    <w:rsid w:val="00CF5639"/>
    <w:rsid w:val="00D04DF8"/>
    <w:rsid w:val="00D05E1E"/>
    <w:rsid w:val="00D41CC3"/>
    <w:rsid w:val="00D4689A"/>
    <w:rsid w:val="00D52FBF"/>
    <w:rsid w:val="00D54EDD"/>
    <w:rsid w:val="00D83073"/>
    <w:rsid w:val="00D84A14"/>
    <w:rsid w:val="00DC232B"/>
    <w:rsid w:val="00DD1E17"/>
    <w:rsid w:val="00DE067F"/>
    <w:rsid w:val="00DE3779"/>
    <w:rsid w:val="00DF0B77"/>
    <w:rsid w:val="00E0257E"/>
    <w:rsid w:val="00E1055A"/>
    <w:rsid w:val="00E14C52"/>
    <w:rsid w:val="00E20419"/>
    <w:rsid w:val="00E41DCB"/>
    <w:rsid w:val="00E44702"/>
    <w:rsid w:val="00E46406"/>
    <w:rsid w:val="00E53361"/>
    <w:rsid w:val="00E600A0"/>
    <w:rsid w:val="00E71C03"/>
    <w:rsid w:val="00E77475"/>
    <w:rsid w:val="00EE2117"/>
    <w:rsid w:val="00EE6BA9"/>
    <w:rsid w:val="00F13B52"/>
    <w:rsid w:val="00F26AF9"/>
    <w:rsid w:val="00F26D41"/>
    <w:rsid w:val="00F35044"/>
    <w:rsid w:val="00F41163"/>
    <w:rsid w:val="00F5762D"/>
    <w:rsid w:val="00F6608B"/>
    <w:rsid w:val="00F67B49"/>
    <w:rsid w:val="00F711C5"/>
    <w:rsid w:val="00F83FD1"/>
    <w:rsid w:val="00FA11AD"/>
    <w:rsid w:val="00FA5E7D"/>
    <w:rsid w:val="00FB3974"/>
    <w:rsid w:val="00FB73C7"/>
    <w:rsid w:val="00FD33DE"/>
    <w:rsid w:val="00FD7FE7"/>
    <w:rsid w:val="00FE13B0"/>
    <w:rsid w:val="00FF5E11"/>
    <w:rsid w:val="00FF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B15B38"/>
  <w15:docId w15:val="{99342FF1-44A7-409E-A9F6-802AA3A2B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jc w:val="center"/>
      <w:outlineLvl w:val="0"/>
    </w:pPr>
    <w:rPr>
      <w:b/>
      <w:bCs/>
      <w:sz w:val="32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sz w:val="28"/>
      <w:szCs w:val="20"/>
    </w:rPr>
  </w:style>
  <w:style w:type="paragraph" w:styleId="Antrat3">
    <w:name w:val="heading 3"/>
    <w:basedOn w:val="prastasis"/>
    <w:next w:val="prastasis"/>
    <w:qFormat/>
    <w:pPr>
      <w:keepNext/>
      <w:jc w:val="center"/>
      <w:outlineLvl w:val="2"/>
    </w:pPr>
    <w:rPr>
      <w:b/>
      <w:bCs/>
    </w:rPr>
  </w:style>
  <w:style w:type="paragraph" w:styleId="Antrat4">
    <w:name w:val="heading 4"/>
    <w:basedOn w:val="prastasis"/>
    <w:next w:val="prastasis"/>
    <w:qFormat/>
    <w:pPr>
      <w:keepNext/>
      <w:outlineLvl w:val="3"/>
    </w:pPr>
    <w:rPr>
      <w:vanish/>
      <w:sz w:val="16"/>
      <w:szCs w:val="20"/>
    </w:rPr>
  </w:style>
  <w:style w:type="paragraph" w:styleId="Antrat5">
    <w:name w:val="heading 5"/>
    <w:basedOn w:val="prastasis"/>
    <w:next w:val="prastasis"/>
    <w:qFormat/>
    <w:pPr>
      <w:keepNext/>
      <w:jc w:val="center"/>
      <w:outlineLvl w:val="4"/>
    </w:pPr>
    <w:rPr>
      <w:caps/>
      <w:szCs w:val="20"/>
    </w:rPr>
  </w:style>
  <w:style w:type="paragraph" w:styleId="Antrat6">
    <w:name w:val="heading 6"/>
    <w:basedOn w:val="prastasis"/>
    <w:next w:val="prastasis"/>
    <w:qFormat/>
    <w:pPr>
      <w:keepNext/>
      <w:outlineLvl w:val="5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semiHidden/>
    <w:pPr>
      <w:tabs>
        <w:tab w:val="center" w:pos="4320"/>
        <w:tab w:val="right" w:pos="8640"/>
      </w:tabs>
    </w:pPr>
    <w:rPr>
      <w:sz w:val="20"/>
      <w:szCs w:val="20"/>
    </w:rPr>
  </w:style>
  <w:style w:type="paragraph" w:styleId="Porat">
    <w:name w:val="footer"/>
    <w:basedOn w:val="prastasis"/>
    <w:semiHidden/>
    <w:pPr>
      <w:tabs>
        <w:tab w:val="center" w:pos="4320"/>
        <w:tab w:val="right" w:pos="8640"/>
      </w:tabs>
    </w:pPr>
    <w:rPr>
      <w:sz w:val="20"/>
      <w:szCs w:val="20"/>
    </w:rPr>
  </w:style>
  <w:style w:type="character" w:styleId="Puslapionumeris">
    <w:name w:val="page number"/>
    <w:basedOn w:val="Numatytasispastraiposriftas"/>
    <w:semiHidden/>
  </w:style>
  <w:style w:type="character" w:styleId="Emfaz">
    <w:name w:val="Emphasis"/>
    <w:qFormat/>
    <w:rPr>
      <w:i/>
      <w:iCs/>
    </w:rPr>
  </w:style>
  <w:style w:type="paragraph" w:styleId="Antrat">
    <w:name w:val="caption"/>
    <w:basedOn w:val="prastasis"/>
    <w:next w:val="prastasis"/>
    <w:qFormat/>
    <w:pPr>
      <w:jc w:val="center"/>
    </w:pPr>
    <w:rPr>
      <w:sz w:val="28"/>
    </w:rPr>
  </w:style>
  <w:style w:type="paragraph" w:styleId="Pagrindinistekstas">
    <w:name w:val="Body Text"/>
    <w:basedOn w:val="prastasis"/>
    <w:semiHidden/>
    <w:pPr>
      <w:jc w:val="both"/>
    </w:pPr>
  </w:style>
  <w:style w:type="paragraph" w:styleId="Pagrindiniotekstotrauka">
    <w:name w:val="Body Text Indent"/>
    <w:basedOn w:val="prastasis"/>
    <w:semiHidden/>
    <w:pPr>
      <w:tabs>
        <w:tab w:val="left" w:pos="1440"/>
        <w:tab w:val="left" w:pos="1620"/>
        <w:tab w:val="left" w:pos="3600"/>
      </w:tabs>
      <w:ind w:left="3780"/>
      <w:jc w:val="both"/>
    </w:pPr>
  </w:style>
  <w:style w:type="paragraph" w:styleId="Pagrindiniotekstotrauka2">
    <w:name w:val="Body Text Indent 2"/>
    <w:basedOn w:val="prastasis"/>
    <w:semiHidden/>
    <w:pPr>
      <w:tabs>
        <w:tab w:val="left" w:pos="1440"/>
        <w:tab w:val="left" w:pos="1620"/>
      </w:tabs>
      <w:ind w:left="3780" w:hanging="3780"/>
    </w:pPr>
  </w:style>
  <w:style w:type="paragraph" w:styleId="Pagrindiniotekstotrauka3">
    <w:name w:val="Body Text Indent 3"/>
    <w:basedOn w:val="prastasis"/>
    <w:semiHidden/>
    <w:pPr>
      <w:tabs>
        <w:tab w:val="left" w:pos="1440"/>
        <w:tab w:val="left" w:pos="1620"/>
      </w:tabs>
      <w:ind w:left="3240" w:hanging="3600"/>
      <w:jc w:val="both"/>
    </w:pPr>
  </w:style>
  <w:style w:type="paragraph" w:customStyle="1" w:styleId="Debesliotekstas1">
    <w:name w:val="Debesėlio tekstas1"/>
    <w:basedOn w:val="prastasis"/>
    <w:semiHidden/>
    <w:rPr>
      <w:rFonts w:ascii="Tahoma" w:hAnsi="Tahoma" w:cs="Tahoma"/>
      <w:sz w:val="16"/>
      <w:szCs w:val="16"/>
    </w:rPr>
  </w:style>
  <w:style w:type="character" w:styleId="Hipersaitas">
    <w:name w:val="Hyperlink"/>
    <w:semiHidden/>
    <w:rPr>
      <w:color w:val="0000FF"/>
      <w:u w:val="single"/>
    </w:rPr>
  </w:style>
  <w:style w:type="character" w:styleId="Perirtashipersaitas">
    <w:name w:val="FollowedHyperlink"/>
    <w:semiHidden/>
    <w:rPr>
      <w:color w:val="800080"/>
      <w:u w:val="single"/>
    </w:rPr>
  </w:style>
  <w:style w:type="paragraph" w:styleId="prastasiniatinklio">
    <w:name w:val="Normal (Web)"/>
    <w:basedOn w:val="prastasis"/>
    <w:semiHidden/>
    <w:pPr>
      <w:spacing w:before="100" w:beforeAutospacing="1" w:after="100" w:afterAutospacing="1"/>
      <w:jc w:val="both"/>
    </w:pPr>
    <w:rPr>
      <w:rFonts w:ascii="Verdana" w:hAnsi="Verdana"/>
      <w:sz w:val="17"/>
      <w:szCs w:val="17"/>
      <w:lang w:val="en-GB"/>
    </w:rPr>
  </w:style>
  <w:style w:type="paragraph" w:customStyle="1" w:styleId="tactin">
    <w:name w:val="tactin"/>
    <w:basedOn w:val="prastasis"/>
    <w:rsid w:val="003B6FCA"/>
    <w:pPr>
      <w:spacing w:before="100" w:beforeAutospacing="1" w:after="100" w:afterAutospacing="1"/>
    </w:pPr>
    <w:rPr>
      <w:lang w:eastAsia="lt-LT"/>
    </w:rPr>
  </w:style>
  <w:style w:type="paragraph" w:customStyle="1" w:styleId="centrbold">
    <w:name w:val="centrbold"/>
    <w:basedOn w:val="prastasis"/>
    <w:rsid w:val="003D0A83"/>
    <w:pPr>
      <w:spacing w:before="100" w:beforeAutospacing="1" w:after="100" w:afterAutospacing="1"/>
    </w:pPr>
    <w:rPr>
      <w:lang w:val="en-GB"/>
    </w:rPr>
  </w:style>
  <w:style w:type="paragraph" w:styleId="Debesliotekstas">
    <w:name w:val="Balloon Text"/>
    <w:basedOn w:val="prastasis"/>
    <w:semiHidden/>
    <w:rsid w:val="00566C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6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391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11923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17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10" Target="header2.xml"
                 Type="http://schemas.openxmlformats.org/officeDocument/2006/relationships/header"/>
   <Relationship Id="rId11" Target="fontTable.xml"
                 Type="http://schemas.openxmlformats.org/officeDocument/2006/relationships/fontTable"/>
   <Relationship Id="rId12" Target="theme/theme1.xml"
                 Type="http://schemas.openxmlformats.org/officeDocument/2006/relationships/theme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media/image1.png"
                 Type="http://schemas.openxmlformats.org/officeDocument/2006/relationships/image"/>
   <Relationship Id="rId8" Target="embeddings/oleObject1.bin"
                 Type="http://schemas.openxmlformats.org/officeDocument/2006/relationships/oleObject"/>
   <Relationship Id="rId9" Target="header1.xml"
                 Type="http://schemas.openxmlformats.org/officeDocument/2006/relationships/header"/>
</Relationships>
</file>

<file path=word/_rels/settings.xml.rels><?xml version="1.0" encoding="UTF-8" standalone="yes"?>
<Relationships xmlns="http://schemas.openxmlformats.org/package/2006/relationships">
   <Relationship Id="rId1" Target="file:///Q:/Blankai/isakymas.dot" TargetMode="External"
                 Type="http://schemas.openxmlformats.org/officeDocument/2006/relationships/attachedTemplate"/>
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isakymas</Template>
  <TotalTime>211</TotalTime>
  <Pages>1</Pages>
  <Words>631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Įsakymas</vt:lpstr>
    </vt:vector>
  </TitlesOfParts>
  <Company>Zarasų rajono savivaldybė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2018-06-05T13:43:00Z</dcterms:created>
  <dc:creator>Romas</dc:creator>
  <cp:lastModifiedBy>Bendras Zrsa1</cp:lastModifiedBy>
  <cp:lastPrinted>2015-01-29T11:11:00Z</cp:lastPrinted>
  <dcterms:modified xsi:type="dcterms:W3CDTF">2022-07-08T11:05:00Z</dcterms:modified>
  <cp:revision>30</cp:revision>
  <dc:subject>Dėl</dc:subject>
  <dc:title>Įsakymas</dc:title>
</cp:coreProperties>
</file>